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498"/>
        <w:gridCol w:w="1126"/>
        <w:gridCol w:w="1156"/>
        <w:gridCol w:w="1349"/>
      </w:tblGrid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E6292" w:rsidP="006476F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F0A1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Ε17-</w:t>
            </w:r>
            <w:r w:rsidR="004F0A1A" w:rsidRPr="004F0A1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Ο2.Ε92 </w:t>
            </w:r>
            <w:r w:rsidR="006621F1" w:rsidRPr="006621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F0A1A" w:rsidRPr="004F0A1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Ακουστικά Τύπου 01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649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2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26E2D" w:rsidRPr="00DF25B3" w:rsidTr="00926973">
        <w:trPr>
          <w:trHeight w:val="9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4F0A1A" w:rsidP="00226E2D">
            <w:r w:rsidRPr="004F0A1A">
              <w:t>Ακουστικά/μικ</w:t>
            </w:r>
            <w:r>
              <w:t xml:space="preserve">ρόφωνο με ενεργή μείωση </w:t>
            </w:r>
            <w:proofErr w:type="spellStart"/>
            <w:r>
              <w:t>θορυβου</w:t>
            </w:r>
            <w:proofErr w:type="spellEnd"/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926973">
        <w:trPr>
          <w:trHeight w:val="671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0A1A" w:rsidRDefault="004F0A1A" w:rsidP="004F0A1A">
            <w:pPr>
              <w:spacing w:after="0" w:line="240" w:lineRule="auto"/>
            </w:pPr>
            <w:r>
              <w:t xml:space="preserve">Τύπος :  </w:t>
            </w:r>
            <w:proofErr w:type="spellStart"/>
            <w:r>
              <w:t>Truly</w:t>
            </w:r>
            <w:proofErr w:type="spellEnd"/>
            <w:r>
              <w:t xml:space="preserve"> </w:t>
            </w:r>
            <w:proofErr w:type="spellStart"/>
            <w:r>
              <w:t>Wireless</w:t>
            </w:r>
            <w:proofErr w:type="spellEnd"/>
          </w:p>
          <w:p w:rsidR="00926973" w:rsidRPr="00A8070F" w:rsidRDefault="00926973" w:rsidP="004F0A1A">
            <w:pPr>
              <w:pStyle w:val="a3"/>
              <w:spacing w:after="0" w:line="240" w:lineRule="auto"/>
            </w:pPr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4F0A1A">
        <w:trPr>
          <w:trHeight w:val="239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6621F1" w:rsidRDefault="004F0A1A" w:rsidP="004F0A1A">
            <w:pPr>
              <w:spacing w:after="0" w:line="240" w:lineRule="auto"/>
            </w:pPr>
            <w:r>
              <w:t xml:space="preserve">Σχήμα:     In </w:t>
            </w:r>
            <w:proofErr w:type="spellStart"/>
            <w:r>
              <w:t>ear</w:t>
            </w:r>
            <w:proofErr w:type="spellEnd"/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4F0A1A">
        <w:trPr>
          <w:trHeight w:val="385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6621F1" w:rsidRDefault="004F0A1A" w:rsidP="004F0A1A">
            <w:pPr>
              <w:spacing w:after="0" w:line="240" w:lineRule="auto"/>
            </w:pPr>
            <w:r>
              <w:t>Διάρκεια Χρήσης:     έως 5h &amp; 30h με χρήση θήκης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4F4432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4F0A1A">
        <w:trPr>
          <w:trHeight w:val="277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4F0A1A" w:rsidP="004F0A1A">
            <w:pPr>
              <w:spacing w:after="0" w:line="240" w:lineRule="auto"/>
              <w:rPr>
                <w:lang w:val="en-GB"/>
              </w:rPr>
            </w:pPr>
            <w:proofErr w:type="spellStart"/>
            <w:r>
              <w:t>Bluetooth</w:t>
            </w:r>
            <w:proofErr w:type="spellEnd"/>
            <w:r>
              <w:t xml:space="preserve"> 5.3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4F4432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476FD" w:rsidRPr="00A8070F" w:rsidTr="00AE24F3">
        <w:trPr>
          <w:trHeight w:val="42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6FD" w:rsidRPr="004F4432" w:rsidRDefault="006476FD" w:rsidP="00647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6FD" w:rsidRDefault="006476FD" w:rsidP="006476FD">
            <w:pPr>
              <w:spacing w:after="0" w:line="240" w:lineRule="auto"/>
            </w:pPr>
            <w:proofErr w:type="spellStart"/>
            <w:r>
              <w:t>Noise</w:t>
            </w:r>
            <w:proofErr w:type="spellEnd"/>
            <w:r>
              <w:t xml:space="preserve"> </w:t>
            </w:r>
            <w:proofErr w:type="spellStart"/>
            <w:r>
              <w:t>Cancellation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FD" w:rsidRDefault="006476FD" w:rsidP="006476FD">
            <w:pPr>
              <w:jc w:val="center"/>
            </w:pPr>
            <w:r w:rsidRPr="007C666F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6FD" w:rsidRPr="004F4432" w:rsidRDefault="006476FD" w:rsidP="00647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6FD" w:rsidRPr="004F4432" w:rsidRDefault="006476FD" w:rsidP="00647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476FD" w:rsidRPr="00A8070F" w:rsidTr="00AE24F3">
        <w:trPr>
          <w:trHeight w:val="273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76FD" w:rsidRPr="004F4432" w:rsidRDefault="006476FD" w:rsidP="006476F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476FD" w:rsidRDefault="006476FD" w:rsidP="006476FD">
            <w:pPr>
              <w:spacing w:after="0" w:line="240" w:lineRule="auto"/>
            </w:pPr>
            <w:r>
              <w:t>Μικρόφωνο:     Ενσωματωμένο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76FD" w:rsidRDefault="006476FD" w:rsidP="006476FD">
            <w:pPr>
              <w:jc w:val="center"/>
            </w:pPr>
            <w:r w:rsidRPr="007C666F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6FD" w:rsidRPr="004F4432" w:rsidRDefault="006476FD" w:rsidP="00647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476FD" w:rsidRPr="004F4432" w:rsidRDefault="006476FD" w:rsidP="006476F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4F0A1A" w:rsidRDefault="004F0A1A" w:rsidP="004F0A1A">
      <w:pPr>
        <w:spacing w:after="0" w:line="240" w:lineRule="auto"/>
      </w:pPr>
    </w:p>
    <w:p w:rsidR="004F0A1A" w:rsidRDefault="004F0A1A" w:rsidP="004F0A1A">
      <w:pPr>
        <w:spacing w:after="0" w:line="240" w:lineRule="auto"/>
      </w:pPr>
    </w:p>
    <w:p w:rsidR="004F0A1A" w:rsidRPr="006621F1" w:rsidRDefault="004F0A1A">
      <w:pPr>
        <w:spacing w:after="0" w:line="240" w:lineRule="auto"/>
      </w:pPr>
      <w:bookmarkStart w:id="0" w:name="_GoBack"/>
      <w:bookmarkEnd w:id="0"/>
    </w:p>
    <w:sectPr w:rsidR="004F0A1A" w:rsidRPr="006621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79EA"/>
    <w:multiLevelType w:val="hybridMultilevel"/>
    <w:tmpl w:val="CBB0CD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883"/>
    <w:multiLevelType w:val="hybridMultilevel"/>
    <w:tmpl w:val="78DC00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C0D01"/>
    <w:rsid w:val="004F0A1A"/>
    <w:rsid w:val="004F4432"/>
    <w:rsid w:val="004F5BC3"/>
    <w:rsid w:val="00500FD4"/>
    <w:rsid w:val="005200A8"/>
    <w:rsid w:val="006476FD"/>
    <w:rsid w:val="006621F1"/>
    <w:rsid w:val="006C7B6D"/>
    <w:rsid w:val="00754411"/>
    <w:rsid w:val="00775065"/>
    <w:rsid w:val="007F5988"/>
    <w:rsid w:val="00863E00"/>
    <w:rsid w:val="00896732"/>
    <w:rsid w:val="00926973"/>
    <w:rsid w:val="00982915"/>
    <w:rsid w:val="009E2836"/>
    <w:rsid w:val="00A360FA"/>
    <w:rsid w:val="00A40B4A"/>
    <w:rsid w:val="00A567E4"/>
    <w:rsid w:val="00B8625B"/>
    <w:rsid w:val="00C00B64"/>
    <w:rsid w:val="00C02539"/>
    <w:rsid w:val="00C1128F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6470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57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2025-09-10T08:58:00Z</dcterms:created>
  <dcterms:modified xsi:type="dcterms:W3CDTF">2025-09-11T07:57:00Z</dcterms:modified>
</cp:coreProperties>
</file>